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D7" w:rsidRDefault="006070D7">
      <w:pPr>
        <w:jc w:val="center"/>
        <w:rPr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韶州宾馆</w:t>
      </w:r>
      <w:r>
        <w:rPr>
          <w:rFonts w:ascii="宋体" w:hAnsi="宋体" w:cs="宋体"/>
          <w:b/>
          <w:bCs/>
          <w:sz w:val="44"/>
          <w:szCs w:val="44"/>
        </w:rPr>
        <w:t>LED</w:t>
      </w:r>
      <w:r>
        <w:rPr>
          <w:rFonts w:ascii="宋体" w:hAnsi="宋体" w:cs="宋体" w:hint="eastAsia"/>
          <w:b/>
          <w:bCs/>
          <w:sz w:val="44"/>
          <w:szCs w:val="44"/>
        </w:rPr>
        <w:t>灯采购项目</w:t>
      </w:r>
    </w:p>
    <w:p w:rsidR="006070D7" w:rsidRDefault="006070D7" w:rsidP="000A60F5">
      <w:pPr>
        <w:spacing w:line="480" w:lineRule="auto"/>
        <w:ind w:left="31680" w:hangingChars="200" w:firstLine="31680"/>
        <w:rPr>
          <w:rFonts w:ascii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项目内容及需求：</w:t>
      </w:r>
    </w:p>
    <w:tbl>
      <w:tblPr>
        <w:tblW w:w="956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35"/>
        <w:gridCol w:w="2096"/>
        <w:gridCol w:w="1924"/>
        <w:gridCol w:w="2704"/>
        <w:gridCol w:w="1140"/>
        <w:gridCol w:w="870"/>
      </w:tblGrid>
      <w:tr w:rsidR="006070D7" w:rsidRPr="005C7165">
        <w:trPr>
          <w:trHeight w:hRule="exact" w:val="454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图片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型号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</w:tr>
      <w:tr w:rsidR="006070D7" w:rsidRPr="005C7165">
        <w:trPr>
          <w:trHeight w:hRule="exact" w:val="454"/>
          <w:jc w:val="center"/>
        </w:trPr>
        <w:tc>
          <w:tcPr>
            <w:tcW w:w="95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东北大堂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灯杯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5" o:spid="_x0000_i1025" type="#_x0000_t75" alt="IMG_256" style="width:62.25pt;height:40.5pt;visibility:visible">
                  <v:imagedata r:id="rId6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15W</w:t>
            </w:r>
            <w:r>
              <w:rPr>
                <w:rFonts w:ascii="宋体" w:hAnsi="宋体" w:cs="宋体" w:hint="eastAsia"/>
                <w:sz w:val="24"/>
                <w:szCs w:val="24"/>
              </w:rPr>
              <w:t>铝杯</w:t>
            </w:r>
            <w:r>
              <w:rPr>
                <w:rFonts w:ascii="宋体" w:hAnsi="宋体" w:cs="宋体"/>
                <w:sz w:val="24"/>
                <w:szCs w:val="24"/>
              </w:rPr>
              <w:t xml:space="preserve">  LED  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118</w:t>
            </w:r>
          </w:p>
        </w:tc>
      </w:tr>
      <w:tr w:rsidR="006070D7" w:rsidRPr="005C7165">
        <w:trPr>
          <w:trHeight w:hRule="exact" w:val="567"/>
          <w:jc w:val="center"/>
        </w:trPr>
        <w:tc>
          <w:tcPr>
            <w:tcW w:w="95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客房及外围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灯杯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16" o:spid="_x0000_i1026" type="#_x0000_t75" alt="IMG_257" style="width:57pt;height:41.25pt;visibility:visible">
                  <v:imagedata r:id="rId7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4W</w:t>
            </w:r>
            <w:r>
              <w:rPr>
                <w:rFonts w:ascii="宋体" w:hAnsi="宋体" w:cs="宋体" w:hint="eastAsia"/>
                <w:sz w:val="24"/>
                <w:szCs w:val="24"/>
              </w:rPr>
              <w:t>球泡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LED 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灯杯连接线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17" o:spid="_x0000_i1027" type="#_x0000_t75" alt="IMG_258" style="width:23.25pt;height:42.75pt;visibility:visible">
                  <v:imagedata r:id="rId8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国标连接线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T5</w:t>
            </w:r>
            <w:r>
              <w:rPr>
                <w:rFonts w:ascii="宋体" w:hAnsi="宋体" w:cs="宋体" w:hint="eastAsia"/>
                <w:sz w:val="24"/>
                <w:szCs w:val="24"/>
              </w:rPr>
              <w:t>管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18" o:spid="_x0000_i1028" type="#_x0000_t75" alt="IMG_259" style="width:57.75pt;height:41.25pt;visibility:visible">
                  <v:imagedata r:id="rId9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12W T5</w:t>
            </w:r>
            <w:r>
              <w:rPr>
                <w:rFonts w:ascii="宋体" w:hAnsi="宋体" w:cs="宋体" w:hint="eastAsia"/>
                <w:sz w:val="24"/>
                <w:szCs w:val="24"/>
              </w:rPr>
              <w:t>管支架</w:t>
            </w:r>
            <w:r>
              <w:rPr>
                <w:rFonts w:ascii="宋体" w:hAnsi="宋体" w:cs="宋体"/>
                <w:sz w:val="24"/>
                <w:szCs w:val="24"/>
              </w:rPr>
              <w:t xml:space="preserve"> LED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T5</w:t>
            </w:r>
            <w:r>
              <w:rPr>
                <w:rFonts w:ascii="宋体" w:hAnsi="宋体" w:cs="宋体" w:hint="eastAsia"/>
                <w:sz w:val="24"/>
                <w:szCs w:val="24"/>
              </w:rPr>
              <w:t>管连接线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19" o:spid="_x0000_i1029" type="#_x0000_t75" alt="IMG_260" style="width:39.75pt;height:46.5pt;visibility:visible">
                  <v:imagedata r:id="rId10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国标连接线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烛型灯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0" o:spid="_x0000_i1030" type="#_x0000_t75" alt="IMG_261" style="width:21pt;height:41.25pt;visibility:visible">
                  <v:imagedata r:id="rId11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4W</w:t>
            </w:r>
            <w:r>
              <w:rPr>
                <w:rFonts w:ascii="宋体" w:hAnsi="宋体" w:cs="宋体" w:hint="eastAsia"/>
                <w:sz w:val="24"/>
                <w:szCs w:val="24"/>
              </w:rPr>
              <w:t>尖泡</w:t>
            </w:r>
            <w:r>
              <w:rPr>
                <w:rFonts w:ascii="宋体" w:hAnsi="宋体" w:cs="宋体"/>
                <w:sz w:val="24"/>
                <w:szCs w:val="24"/>
              </w:rPr>
              <w:t>LED 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筒灯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1" o:spid="_x0000_i1031" type="#_x0000_t75" alt="IMG_262" style="width:46.5pt;height:43.5pt;visibility:visible">
                  <v:imagedata r:id="rId12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5W</w:t>
            </w:r>
            <w:r>
              <w:rPr>
                <w:rFonts w:ascii="宋体" w:hAnsi="宋体" w:cs="宋体" w:hint="eastAsia"/>
                <w:sz w:val="24"/>
                <w:szCs w:val="24"/>
              </w:rPr>
              <w:t>球泡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LED  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1300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筒灯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2" o:spid="_x0000_i1032" type="#_x0000_t75" alt="IMG_263" style="width:46.5pt;height:42pt;visibility:visible">
                  <v:imagedata r:id="rId13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7W</w:t>
            </w:r>
            <w:r>
              <w:rPr>
                <w:rFonts w:ascii="宋体" w:hAnsi="宋体" w:cs="宋体" w:hint="eastAsia"/>
                <w:sz w:val="24"/>
                <w:szCs w:val="24"/>
              </w:rPr>
              <w:t>球泡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LED 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700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浴霸双头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3" o:spid="_x0000_i1033" type="#_x0000_t75" alt="IMG_264" style="width:64.5pt;height:40.5pt;visibility:visible">
                  <v:imagedata r:id="rId14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220W60*30</w:t>
            </w:r>
            <w:r>
              <w:rPr>
                <w:rFonts w:ascii="宋体" w:hAnsi="宋体" w:cs="宋体" w:hint="eastAsia"/>
                <w:sz w:val="24"/>
                <w:szCs w:val="24"/>
              </w:rPr>
              <w:t>双头浴霸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30</w:t>
            </w:r>
          </w:p>
        </w:tc>
      </w:tr>
      <w:tr w:rsidR="006070D7" w:rsidRPr="005C7165">
        <w:trPr>
          <w:trHeight w:hRule="exact" w:val="907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浴霸四头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4" o:spid="_x0000_i1034" type="#_x0000_t75" alt="IMG_265" style="width:40.5pt;height:45pt;visibility:visible">
                  <v:imagedata r:id="rId15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220W30*30</w:t>
            </w:r>
            <w:r>
              <w:rPr>
                <w:rFonts w:ascii="宋体" w:hAnsi="宋体" w:cs="宋体" w:hint="eastAsia"/>
                <w:sz w:val="24"/>
                <w:szCs w:val="24"/>
              </w:rPr>
              <w:t>四头浴霸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40</w:t>
            </w:r>
          </w:p>
        </w:tc>
      </w:tr>
      <w:tr w:rsidR="006070D7" w:rsidRPr="005C7165">
        <w:trPr>
          <w:trHeight w:hRule="exact" w:val="567"/>
          <w:jc w:val="center"/>
        </w:trPr>
        <w:tc>
          <w:tcPr>
            <w:tcW w:w="95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公共区域</w:t>
            </w:r>
          </w:p>
        </w:tc>
      </w:tr>
      <w:tr w:rsidR="006070D7" w:rsidRPr="005C7165">
        <w:trPr>
          <w:trHeight w:hRule="exact" w:val="850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T8</w:t>
            </w:r>
            <w:r>
              <w:rPr>
                <w:rFonts w:ascii="宋体" w:hAnsi="宋体" w:cs="宋体" w:hint="eastAsia"/>
                <w:sz w:val="24"/>
                <w:szCs w:val="24"/>
              </w:rPr>
              <w:t>管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5" o:spid="_x0000_i1035" type="#_x0000_t75" alt="IMG_266" style="width:45pt;height:45pt;visibility:visible">
                  <v:imagedata r:id="rId16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16W  T8</w:t>
            </w:r>
            <w:r>
              <w:rPr>
                <w:rFonts w:ascii="宋体" w:hAnsi="宋体" w:cs="宋体" w:hint="eastAsia"/>
                <w:sz w:val="24"/>
                <w:szCs w:val="24"/>
              </w:rPr>
              <w:t>管支架</w:t>
            </w:r>
            <w:r>
              <w:rPr>
                <w:rFonts w:ascii="宋体" w:hAnsi="宋体" w:cs="宋体"/>
                <w:sz w:val="24"/>
                <w:szCs w:val="24"/>
              </w:rPr>
              <w:t>LED 5700K</w:t>
            </w:r>
            <w:r>
              <w:rPr>
                <w:rFonts w:ascii="宋体" w:hAnsi="宋体" w:cs="宋体" w:hint="eastAsia"/>
                <w:sz w:val="24"/>
                <w:szCs w:val="24"/>
              </w:rPr>
              <w:t>白光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200</w:t>
            </w:r>
          </w:p>
        </w:tc>
      </w:tr>
      <w:tr w:rsidR="006070D7" w:rsidRPr="005C7165">
        <w:trPr>
          <w:trHeight w:hRule="exact" w:val="850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环形光管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6" o:spid="_x0000_i1036" type="#_x0000_t75" alt="IMG_267" style="width:56.25pt;height:44.25pt;visibility:visible">
                  <v:imagedata r:id="rId17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16W</w:t>
            </w:r>
            <w:r>
              <w:rPr>
                <w:rFonts w:ascii="宋体" w:hAnsi="宋体" w:cs="宋体" w:hint="eastAsia"/>
                <w:sz w:val="24"/>
                <w:szCs w:val="24"/>
              </w:rPr>
              <w:t>（圆形）模块</w:t>
            </w:r>
            <w:r>
              <w:rPr>
                <w:rFonts w:ascii="宋体" w:hAnsi="宋体" w:cs="宋体"/>
                <w:sz w:val="24"/>
                <w:szCs w:val="24"/>
              </w:rPr>
              <w:t>5700K</w:t>
            </w:r>
            <w:r>
              <w:rPr>
                <w:rFonts w:ascii="宋体" w:hAnsi="宋体" w:cs="宋体" w:hint="eastAsia"/>
                <w:sz w:val="24"/>
                <w:szCs w:val="24"/>
              </w:rPr>
              <w:t>白光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50</w:t>
            </w:r>
          </w:p>
        </w:tc>
      </w:tr>
      <w:tr w:rsidR="006070D7" w:rsidRPr="005C7165">
        <w:trPr>
          <w:trHeight w:hRule="exact" w:val="850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灯盘</w:t>
            </w:r>
            <w:r>
              <w:rPr>
                <w:rFonts w:ascii="宋体" w:hAnsi="宋体" w:cs="宋体"/>
                <w:sz w:val="24"/>
                <w:szCs w:val="24"/>
              </w:rPr>
              <w:t>600*600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7" o:spid="_x0000_i1037" type="#_x0000_t75" alt="IMG_268" style="width:71.25pt;height:45.75pt;visibility:visible">
                  <v:imagedata r:id="rId18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32W600*600LED</w:t>
            </w:r>
            <w:r>
              <w:rPr>
                <w:rFonts w:ascii="宋体" w:hAnsi="宋体" w:cs="宋体" w:hint="eastAsia"/>
                <w:sz w:val="24"/>
                <w:szCs w:val="24"/>
              </w:rPr>
              <w:t>灯盘</w:t>
            </w:r>
            <w:r>
              <w:rPr>
                <w:rFonts w:ascii="宋体" w:hAnsi="宋体" w:cs="宋体"/>
                <w:sz w:val="24"/>
                <w:szCs w:val="24"/>
              </w:rPr>
              <w:t xml:space="preserve"> 5700K   </w:t>
            </w:r>
            <w:r>
              <w:rPr>
                <w:rFonts w:ascii="宋体" w:hAnsi="宋体" w:cs="宋体" w:hint="eastAsia"/>
                <w:sz w:val="24"/>
                <w:szCs w:val="24"/>
              </w:rPr>
              <w:t>白光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</w:tr>
      <w:tr w:rsidR="006070D7" w:rsidRPr="005C7165">
        <w:trPr>
          <w:trHeight w:hRule="exact" w:val="850"/>
          <w:jc w:val="center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灯杯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 w:rsidRPr="005C7165">
              <w:rPr>
                <w:rFonts w:ascii="宋体"/>
                <w:noProof/>
                <w:sz w:val="24"/>
                <w:szCs w:val="24"/>
              </w:rPr>
              <w:pict>
                <v:shape id="图片 28" o:spid="_x0000_i1038" type="#_x0000_t75" alt="IMG_269" style="width:51pt;height:42pt;visibility:visible">
                  <v:imagedata r:id="rId19" o:title=""/>
                </v:shape>
              </w:pic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15W</w:t>
            </w:r>
            <w:r>
              <w:rPr>
                <w:rFonts w:ascii="宋体" w:hAnsi="宋体" w:cs="宋体" w:hint="eastAsia"/>
                <w:sz w:val="24"/>
                <w:szCs w:val="24"/>
              </w:rPr>
              <w:t>铝杯</w:t>
            </w:r>
            <w:r>
              <w:rPr>
                <w:rFonts w:ascii="宋体" w:hAnsi="宋体" w:cs="宋体"/>
                <w:sz w:val="24"/>
                <w:szCs w:val="24"/>
              </w:rPr>
              <w:t xml:space="preserve">  LED 3000K</w:t>
            </w:r>
            <w:r>
              <w:rPr>
                <w:rFonts w:ascii="宋体" w:hAnsi="宋体" w:cs="宋体" w:hint="eastAsia"/>
                <w:sz w:val="24"/>
                <w:szCs w:val="24"/>
              </w:rPr>
              <w:t>黄光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D7" w:rsidRDefault="006070D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80</w:t>
            </w:r>
          </w:p>
        </w:tc>
      </w:tr>
    </w:tbl>
    <w:p w:rsidR="006070D7" w:rsidRDefault="006070D7"/>
    <w:sectPr w:rsidR="006070D7" w:rsidSect="00C25148">
      <w:footerReference w:type="default" r:id="rId20"/>
      <w:pgSz w:w="11906" w:h="16838"/>
      <w:pgMar w:top="1134" w:right="1134" w:bottom="1134" w:left="1134" w:header="851" w:footer="850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0D7" w:rsidRDefault="006070D7" w:rsidP="00C25148">
      <w:r>
        <w:separator/>
      </w:r>
    </w:p>
  </w:endnote>
  <w:endnote w:type="continuationSeparator" w:id="0">
    <w:p w:rsidR="006070D7" w:rsidRDefault="006070D7" w:rsidP="00C25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D7" w:rsidRDefault="006070D7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6070D7" w:rsidRDefault="006070D7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0D7" w:rsidRDefault="006070D7" w:rsidP="00C25148">
      <w:r>
        <w:separator/>
      </w:r>
    </w:p>
  </w:footnote>
  <w:footnote w:type="continuationSeparator" w:id="0">
    <w:p w:rsidR="006070D7" w:rsidRDefault="006070D7" w:rsidP="00C25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8054E92"/>
    <w:rsid w:val="000A60F5"/>
    <w:rsid w:val="002E2429"/>
    <w:rsid w:val="005C7165"/>
    <w:rsid w:val="006070D7"/>
    <w:rsid w:val="00C25148"/>
    <w:rsid w:val="58054E9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14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25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B0BFC"/>
    <w:rPr>
      <w:rFonts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251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B0BFC"/>
    <w:rPr>
      <w:rFonts w:cs="Calibri"/>
      <w:sz w:val="18"/>
      <w:szCs w:val="18"/>
    </w:rPr>
  </w:style>
  <w:style w:type="character" w:styleId="Hyperlink">
    <w:name w:val="Hyperlink"/>
    <w:basedOn w:val="DefaultParagraphFont"/>
    <w:uiPriority w:val="99"/>
    <w:rsid w:val="00C251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77</Words>
  <Characters>445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杨玲</dc:creator>
  <cp:keywords/>
  <dc:description/>
  <cp:lastModifiedBy>王祝丹</cp:lastModifiedBy>
  <cp:revision>2</cp:revision>
  <dcterms:created xsi:type="dcterms:W3CDTF">2018-03-26T06:55:00Z</dcterms:created>
  <dcterms:modified xsi:type="dcterms:W3CDTF">2018-03-26T07:20:00Z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